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E38B2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2F8187E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972330">
        <w:rPr>
          <w:rFonts w:ascii="Corbel" w:hAnsi="Corbel"/>
          <w:i/>
          <w:smallCaps/>
          <w:sz w:val="24"/>
          <w:szCs w:val="24"/>
        </w:rPr>
        <w:t>2019-2022</w:t>
      </w:r>
    </w:p>
    <w:p w14:paraId="0402C7C4" w14:textId="36CB91A0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972330">
        <w:rPr>
          <w:rFonts w:ascii="Corbel" w:hAnsi="Corbel"/>
          <w:sz w:val="20"/>
          <w:szCs w:val="20"/>
        </w:rPr>
        <w:t>0</w:t>
      </w:r>
      <w:r w:rsidR="00845976">
        <w:rPr>
          <w:rFonts w:ascii="Corbel" w:hAnsi="Corbel"/>
          <w:sz w:val="20"/>
          <w:szCs w:val="20"/>
        </w:rPr>
        <w:t>/202</w:t>
      </w:r>
      <w:r w:rsidR="00972330">
        <w:rPr>
          <w:rFonts w:ascii="Corbel" w:hAnsi="Corbel"/>
          <w:sz w:val="20"/>
          <w:szCs w:val="20"/>
        </w:rPr>
        <w:t>1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2B45AEC6" w:rsidR="004E4652" w:rsidRPr="0008163D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582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C582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2FB93D72" w:rsidR="004E4652" w:rsidRPr="007D73DB" w:rsidRDefault="007D73D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7D73D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77777777" w:rsidR="004E4652" w:rsidRPr="00EB2281" w:rsidRDefault="00381321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00425219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A4165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0042521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1EA2D871" w:rsidR="00425219" w:rsidRPr="009C54AE" w:rsidRDefault="007D73DB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5AF8E8D5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jektowania i modyfikowania dokumentów, procedur i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77777777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5A455F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0AD69AE7" w:rsidR="000368C2" w:rsidRPr="009C54AE" w:rsidRDefault="007D73D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18C07A43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7D73DB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D73DB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2F50B" w14:textId="77777777" w:rsidR="0017120D" w:rsidRDefault="0017120D" w:rsidP="00C16ABF">
      <w:pPr>
        <w:spacing w:after="0" w:line="240" w:lineRule="auto"/>
      </w:pPr>
      <w:r>
        <w:separator/>
      </w:r>
    </w:p>
  </w:endnote>
  <w:endnote w:type="continuationSeparator" w:id="0">
    <w:p w14:paraId="4C7C41A5" w14:textId="77777777" w:rsidR="0017120D" w:rsidRDefault="00171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348E1" w14:textId="77777777" w:rsidR="0017120D" w:rsidRDefault="0017120D" w:rsidP="00C16ABF">
      <w:pPr>
        <w:spacing w:after="0" w:line="240" w:lineRule="auto"/>
      </w:pPr>
      <w:r>
        <w:separator/>
      </w:r>
    </w:p>
  </w:footnote>
  <w:footnote w:type="continuationSeparator" w:id="0">
    <w:p w14:paraId="00096426" w14:textId="77777777" w:rsidR="0017120D" w:rsidRDefault="0017120D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20D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D73DB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2B9C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7233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D867D1-D118-4952-8FD5-6F8AF526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54045-E521-489F-8656-229F437C2C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1030</Words>
  <Characters>6181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37</cp:revision>
  <cp:lastPrinted>2017-02-15T12:41:00Z</cp:lastPrinted>
  <dcterms:created xsi:type="dcterms:W3CDTF">2020-10-23T19:38:00Z</dcterms:created>
  <dcterms:modified xsi:type="dcterms:W3CDTF">2020-12-10T04:45:00Z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